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88E3" w14:textId="52EB5946" w:rsidR="00375CD0" w:rsidRDefault="00375CD0" w:rsidP="000E4875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F041E">
        <w:rPr>
          <w:rFonts w:ascii="Arial" w:hAnsi="Arial" w:cs="Arial"/>
          <w:b/>
          <w:sz w:val="20"/>
          <w:u w:val="single"/>
        </w:rPr>
        <w:t>Příloha</w:t>
      </w:r>
      <w:r w:rsidRPr="00053487">
        <w:rPr>
          <w:rFonts w:ascii="Arial" w:hAnsi="Arial" w:cs="Arial"/>
          <w:b/>
          <w:sz w:val="20"/>
          <w:highlight w:val="green"/>
          <w:u w:val="single"/>
        </w:rPr>
        <w:t xml:space="preserve"> </w:t>
      </w:r>
    </w:p>
    <w:p w14:paraId="29CCBB7B" w14:textId="77777777" w:rsidR="001F041E" w:rsidRDefault="001F041E" w:rsidP="000E4875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6A7CDFA8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539D32DB" w14:textId="374C0460" w:rsidR="00BF5752" w:rsidRDefault="005B5180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</w:t>
      </w:r>
      <w:r w:rsidRPr="00E83A89">
        <w:rPr>
          <w:rFonts w:ascii="Arial" w:hAnsi="Arial" w:cs="Arial"/>
          <w:b/>
          <w:sz w:val="20"/>
        </w:rPr>
        <w:t>4x4 dvoumístná</w:t>
      </w:r>
      <w:r w:rsidR="00375CD0" w:rsidRPr="00E83A89">
        <w:rPr>
          <w:rFonts w:ascii="Arial" w:hAnsi="Arial" w:cs="Arial"/>
          <w:b/>
          <w:sz w:val="20"/>
        </w:rPr>
        <w:t xml:space="preserve"> - </w:t>
      </w:r>
      <w:r w:rsidR="00375CD0" w:rsidRPr="00E83A89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796B235" w14:textId="25ACFD59" w:rsidR="00E768CA" w:rsidRDefault="00E768CA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87FFC9F" w14:textId="77777777" w:rsidR="00E768CA" w:rsidRPr="00E83A89" w:rsidRDefault="00E768CA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01618E08" w14:textId="77777777" w:rsidR="006830AD" w:rsidRDefault="006830AD" w:rsidP="006830A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50B4DAF1" w14:textId="77777777" w:rsidR="00BF5752" w:rsidRPr="00E83A89" w:rsidRDefault="00BF5752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292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8"/>
        <w:gridCol w:w="1558"/>
        <w:gridCol w:w="1194"/>
        <w:gridCol w:w="2208"/>
      </w:tblGrid>
      <w:tr w:rsidR="00BF5752" w:rsidRPr="00E83A89" w14:paraId="405FC383" w14:textId="77777777" w:rsidTr="002D7D3A">
        <w:trPr>
          <w:trHeight w:val="86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403228" w14:textId="63F8A520" w:rsidR="00BF5752" w:rsidRPr="00E83A89" w:rsidRDefault="00837440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AD103DE" w14:textId="77777777" w:rsidR="00BF5752" w:rsidRPr="00E83A89" w:rsidRDefault="00BF5752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8E4599" w14:textId="77777777" w:rsidR="00BF5752" w:rsidRPr="00E83A89" w:rsidRDefault="00BF5752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0D247" w14:textId="77777777" w:rsidR="00BF5752" w:rsidRPr="00E83A89" w:rsidRDefault="00693810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BF5752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</w:t>
            </w:r>
            <w:r w:rsidR="009C6AC9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="00BF5752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2D7D3A" w:rsidRPr="00E83A89" w14:paraId="10C67522" w14:textId="77777777" w:rsidTr="002D7D3A">
        <w:trPr>
          <w:trHeight w:hRule="exact" w:val="778"/>
        </w:trPr>
        <w:tc>
          <w:tcPr>
            <w:tcW w:w="2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DC4AA3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8251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3769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A32AA" w14:textId="3F66EC6F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6B350F5E" w14:textId="77777777" w:rsidTr="002D7D3A">
        <w:trPr>
          <w:trHeight w:hRule="exact" w:val="836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8856DF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615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8D0A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A56EA" w14:textId="6A892FFE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511E6715" w14:textId="77777777" w:rsidTr="002D7D3A">
        <w:trPr>
          <w:trHeight w:hRule="exact" w:val="849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9B8A79" w14:textId="56EF7BB5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C3195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6CAB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BA10D" w14:textId="2C03230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384F9FF9" w14:textId="77777777" w:rsidTr="002D7D3A">
        <w:trPr>
          <w:trHeight w:hRule="exact" w:val="86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65781C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D77BA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0531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F14D9" w14:textId="0F6391C5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0912759C" w14:textId="77777777" w:rsidTr="002D7D3A">
        <w:trPr>
          <w:trHeight w:hRule="exact" w:val="83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B8F6CF" w14:textId="77777777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15DDC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A81A9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 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D07D7" w14:textId="79DBFE51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4DE14A39" w14:textId="77777777" w:rsidTr="002D7D3A">
        <w:trPr>
          <w:trHeight w:hRule="exact" w:val="856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36A57C" w14:textId="22513CD8" w:rsidR="002D7D3A" w:rsidRPr="0073719E" w:rsidRDefault="002D7D3A" w:rsidP="002D7D3A">
            <w:pPr>
              <w:spacing w:after="0"/>
              <w:ind w:left="-84" w:firstLine="84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>Využitelný objem nákladového prostoru – základní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753C9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31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1E05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A9FCC" w14:textId="07B85BC5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7D3A" w:rsidRPr="00E83A89" w14:paraId="46B64633" w14:textId="77777777" w:rsidTr="002D7D3A">
        <w:trPr>
          <w:trHeight w:hRule="exact" w:val="76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6E942E0" w14:textId="77777777" w:rsidR="002D7D3A" w:rsidRPr="0073719E" w:rsidRDefault="002D7D3A" w:rsidP="002D7D3A">
            <w:pPr>
              <w:spacing w:after="0"/>
              <w:rPr>
                <w:rFonts w:ascii="Arial" w:hAnsi="Arial" w:cs="Arial"/>
                <w:bCs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4DB760DE" w14:textId="51A95376" w:rsidR="002D7D3A" w:rsidRPr="00E83A89" w:rsidRDefault="002D7D3A" w:rsidP="002D7D3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C0828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A266" w14:textId="77777777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001E9" w14:textId="46A54F3C" w:rsidR="002D7D3A" w:rsidRPr="00E83A89" w:rsidRDefault="002D7D3A" w:rsidP="002D7D3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0281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0281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B6D60" w:rsidRPr="00E83A89" w14:paraId="669414F5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AFE459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811A8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E3E02">
              <w:rPr>
                <w:rFonts w:ascii="Arial" w:hAnsi="Arial" w:cs="Arial"/>
                <w:color w:val="000000"/>
                <w:sz w:val="20"/>
              </w:rPr>
              <w:t>max. 2 400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4661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C3BD" w14:textId="265E023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4D0817B4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F4D90A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72CE7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24C58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7AF2D" w14:textId="7F87BD83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306753C6" w14:textId="77777777" w:rsidTr="002D7D3A">
        <w:trPr>
          <w:trHeight w:hRule="exact" w:val="371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8243BC" w14:textId="249F52AE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D59FE" w14:textId="1ED6793C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1ED2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524F4" w14:textId="157E3A03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CFD27F3" w14:textId="77777777" w:rsidTr="002D7D3A">
        <w:trPr>
          <w:trHeight w:hRule="exact" w:val="419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059013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4E4C4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386D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685F1" w14:textId="26843C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8023F19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F24E00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 xml:space="preserve">Objem motoru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71CBC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61DC1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05D91" w14:textId="3A105DA0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540CA5F4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93B5721" w14:textId="5EB0349B" w:rsidR="006B6D60" w:rsidRPr="0073719E" w:rsidRDefault="006B6D60" w:rsidP="006B6D60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73719E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8A7DE7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FCEF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0139A" w14:textId="20E4860A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4542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0441D660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DFEB59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4771E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A62D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5AB84" w14:textId="3B27B2DC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D316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D316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D316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3383031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C9E3C9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477BB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EF04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B3B22" w14:textId="4D499EDF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6AFCFE8E" w14:textId="77777777" w:rsidTr="002D7D3A">
        <w:trPr>
          <w:trHeight w:hRule="exact" w:val="510"/>
        </w:trPr>
        <w:tc>
          <w:tcPr>
            <w:tcW w:w="2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D7B0D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D8684DA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384F4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02B60" w14:textId="1C60A4A2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6D3B991E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BE7105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Přejezdový úhel vozidla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281CA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A0C55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7EC93" w14:textId="4298A99A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11A9C9E9" w14:textId="77777777" w:rsidTr="002D7D3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625F4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AF208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086D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4309E" w14:textId="75AF4F1C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78108614" w14:textId="77777777" w:rsidTr="002D7D3A">
        <w:trPr>
          <w:trHeight w:hRule="exact" w:val="34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39F13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A74EB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42D1E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3B843" w14:textId="617AE10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BB7BF98" w14:textId="77777777" w:rsidTr="00D1608A">
        <w:trPr>
          <w:trHeight w:hRule="exact" w:val="288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49FC3" w14:textId="78D9F3E8" w:rsidR="006B6D60" w:rsidRPr="00E83A89" w:rsidRDefault="00C34135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6B6D60" w:rsidRPr="00E83A89">
              <w:rPr>
                <w:rFonts w:ascii="Arial" w:hAnsi="Arial" w:cs="Arial"/>
                <w:sz w:val="20"/>
              </w:rPr>
              <w:t xml:space="preserve"> min. 1</w:t>
            </w:r>
            <w:r w:rsidR="006B6D60">
              <w:rPr>
                <w:rFonts w:ascii="Arial" w:hAnsi="Arial" w:cs="Arial"/>
                <w:sz w:val="20"/>
              </w:rPr>
              <w:t>6</w:t>
            </w:r>
            <w:r w:rsidR="006B6D60" w:rsidRPr="00E83A89">
              <w:rPr>
                <w:rFonts w:ascii="Arial" w:hAnsi="Arial" w:cs="Arial"/>
                <w:sz w:val="20"/>
              </w:rPr>
              <w:t>"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1B503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9FE45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C7029" w14:textId="4217AD1F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5C639700" w14:textId="77777777" w:rsidTr="00D1608A">
        <w:trPr>
          <w:trHeight w:hRule="exact" w:val="511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DF6DF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Přepážka v nákladovém prostoru v horní polovině průhledná (prosklená), zpětné zrcátko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9BE2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D02E4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74E434" w14:textId="21596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2BDE0E38" w14:textId="77777777" w:rsidTr="00D1608A">
        <w:trPr>
          <w:trHeight w:hRule="exact"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4BB5B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8287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0413E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3DD51" w14:textId="7DE2F49A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B6D60" w:rsidRPr="00E83A89" w14:paraId="32E42006" w14:textId="77777777" w:rsidTr="00D1608A">
        <w:trPr>
          <w:trHeight w:hRule="exact" w:val="766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4511D" w14:textId="77777777" w:rsidR="006B6D60" w:rsidRPr="00E83A89" w:rsidRDefault="006B6D60" w:rsidP="006B6D60">
            <w:pPr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8860C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B6342" w14:textId="77777777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9BCBBE" w14:textId="06CEB6E1" w:rsidR="006B6D60" w:rsidRPr="00E83A89" w:rsidRDefault="006B6D60" w:rsidP="006B6D60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1A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F5752" w:rsidRPr="00E83A89" w14:paraId="369B8F9B" w14:textId="77777777" w:rsidTr="002D7D3A">
        <w:trPr>
          <w:trHeight w:val="861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D6483" w14:textId="77777777" w:rsidR="00BF5752" w:rsidRPr="00E83A89" w:rsidRDefault="00BF5752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3AF5E9BB" w14:textId="0073B975" w:rsidR="00BF5752" w:rsidRPr="00E83A89" w:rsidRDefault="00CF25F4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147365" w14:textId="77777777" w:rsidR="00BF5752" w:rsidRPr="00E83A89" w:rsidRDefault="003325CC" w:rsidP="00BF5752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BF5752"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1E18E4" w:rsidRPr="00E83A89" w14:paraId="337D30B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E103B4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D46D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134F" w:rsidRPr="00E83A89" w14:paraId="5663757D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C3A603" w14:textId="77777777" w:rsidR="00EA134F" w:rsidRPr="00E83A89" w:rsidRDefault="00EA134F" w:rsidP="00EA134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41850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4BBBF" w14:textId="77777777" w:rsidR="00EA134F" w:rsidRPr="00E83A89" w:rsidRDefault="00EA134F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171D08A0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9F13DA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6B10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7B2313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E0A45C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</w:t>
            </w:r>
            <w:r w:rsidR="00973BE9" w:rsidRPr="00E83A89">
              <w:rPr>
                <w:rFonts w:ascii="Arial" w:hAnsi="Arial" w:cs="Arial"/>
                <w:color w:val="000000"/>
                <w:sz w:val="20"/>
              </w:rPr>
              <w:t xml:space="preserve"> s vypínáním airbagu spolujezdce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4D23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1A0DDCE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A182FB3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  <w:r w:rsidR="00072524" w:rsidRPr="00E83A89">
              <w:rPr>
                <w:rFonts w:ascii="Arial" w:hAnsi="Arial" w:cs="Arial"/>
                <w:color w:val="000000"/>
                <w:sz w:val="20"/>
              </w:rPr>
              <w:t xml:space="preserve"> s hlídáním vnitřního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E2DC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2156264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0E1431F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B9A0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118CB37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106AAFD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6CCC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1E22" w:rsidRPr="00E83A89" w14:paraId="22F5B7A1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CE9EA5" w14:textId="77777777" w:rsidR="00701E22" w:rsidRPr="00E83A89" w:rsidRDefault="00701E22" w:rsidP="001E18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Elekronická uzávěrka diferenciálu přední nápravy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10C8" w14:textId="77777777" w:rsidR="00701E22" w:rsidRPr="00E83A89" w:rsidRDefault="00701E22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70A9F94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924F57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8AC1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EB0A2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3CC4F70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5C46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40FF2A1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469908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917C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05BDAEB6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24021" w14:textId="77777777" w:rsidR="001E18E4" w:rsidRPr="00E83A89" w:rsidRDefault="001E18E4" w:rsidP="005D5D4D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Klimatizace</w:t>
            </w:r>
            <w:r w:rsidR="005D5D4D"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275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324DA46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8E4252D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1DDE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D5950BA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95D62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Kotvicí body pro připevnění příčných střešních nosníků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6180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134F" w:rsidRPr="00E83A89" w14:paraId="171C2D1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7AD89F" w14:textId="77777777" w:rsidR="00EA134F" w:rsidRPr="00E83A89" w:rsidRDefault="00EA134F" w:rsidP="00EA134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Kryty kol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5188F" w14:textId="77777777" w:rsidR="00EA134F" w:rsidRPr="00E83A89" w:rsidRDefault="00EA134F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953E2" w:rsidRPr="00E83A89" w14:paraId="40669538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BCBD0" w14:textId="77777777" w:rsidR="007953E2" w:rsidRPr="00E83A89" w:rsidRDefault="007953E2" w:rsidP="001E18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sz w:val="20"/>
              </w:rPr>
              <w:t>Odkládací schránka s víkem u spolujezdce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C454" w14:textId="77777777" w:rsidR="007953E2" w:rsidRPr="00E83A89" w:rsidRDefault="007953E2" w:rsidP="00D00A9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695F406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762DB" w14:textId="77777777" w:rsidR="001E18E4" w:rsidRPr="003A0FC4" w:rsidRDefault="00B41850" w:rsidP="00B4185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Přepravní prostor bez oken, zadní dveře prosklené</w:t>
            </w:r>
            <w:r w:rsidR="001E18E4"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96A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244A65E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6372975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- prostor pro cestující/nákladový prostor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2627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D8C45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354B67" w14:textId="25585A90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967E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07EFF2B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942D9EB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FB6A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74C1035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3E3A55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940A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30A7E31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C16B386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CF3B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134F" w:rsidRPr="00E83A89" w14:paraId="2CB85DB9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3BF252C" w14:textId="77777777" w:rsidR="00EA134F" w:rsidRPr="00E83A89" w:rsidRDefault="00EA134F" w:rsidP="001E18E4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1D796" w14:textId="77777777" w:rsidR="00EA134F" w:rsidRPr="00E83A89" w:rsidRDefault="00730981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04C3309D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F05FF1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Přední mlhové světlomety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834F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7B67933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2CB261" w14:textId="77777777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7B0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18E4" w:rsidRPr="00E83A89" w14:paraId="52A70169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F88CD73" w14:textId="160D74BB" w:rsidR="001E18E4" w:rsidRPr="00E83A89" w:rsidRDefault="001E18E4" w:rsidP="001E18E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 w:rsidR="00F418AE" w:rsidRPr="00E83A89">
              <w:rPr>
                <w:rFonts w:ascii="Arial" w:hAnsi="Arial" w:cs="Arial"/>
                <w:color w:val="000000"/>
                <w:sz w:val="20"/>
              </w:rPr>
              <w:t xml:space="preserve"> přívěs</w:t>
            </w:r>
            <w:r w:rsidR="00226384" w:rsidRPr="00E83A8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418AE" w:rsidRPr="00E83A89">
              <w:rPr>
                <w:rFonts w:ascii="Arial" w:hAnsi="Arial" w:cs="Arial"/>
                <w:color w:val="000000"/>
                <w:sz w:val="20"/>
              </w:rPr>
              <w:t xml:space="preserve">zatížení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740</w:t>
            </w:r>
            <w:r w:rsidR="00070CF5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kg, bržděný </w:t>
            </w:r>
            <w:r w:rsidR="00F418AE" w:rsidRPr="00E83A89">
              <w:rPr>
                <w:rFonts w:ascii="Arial" w:hAnsi="Arial" w:cs="Arial"/>
                <w:color w:val="000000"/>
                <w:sz w:val="20"/>
              </w:rPr>
              <w:t xml:space="preserve">přívěs zatížení </w:t>
            </w:r>
            <w:r w:rsidRPr="00BD52C9">
              <w:rPr>
                <w:rFonts w:ascii="Arial" w:hAnsi="Arial" w:cs="Arial"/>
                <w:color w:val="000000"/>
                <w:sz w:val="20"/>
              </w:rPr>
              <w:t>1500</w:t>
            </w:r>
            <w:r w:rsidR="00070CF5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BD52C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9A01" w14:textId="77777777" w:rsidR="001E18E4" w:rsidRPr="00E83A89" w:rsidRDefault="001E18E4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134F" w:rsidRPr="00E83A89" w14:paraId="0F082FC8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EE0C4F" w14:textId="77777777" w:rsidR="00EA134F" w:rsidRPr="00E83A89" w:rsidRDefault="00EA134F" w:rsidP="00EA134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B1382" w14:textId="77777777" w:rsidR="00EA134F" w:rsidRPr="00E83A89" w:rsidRDefault="00EA134F" w:rsidP="00D00A9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15319" w:rsidRPr="00E83A89" w14:paraId="41634EA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1DBF0F" w14:textId="77777777" w:rsidR="00915319" w:rsidRPr="00E83A89" w:rsidRDefault="00915319" w:rsidP="00EA134F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6D27" w14:textId="77777777" w:rsidR="00915319" w:rsidRPr="00E83A89" w:rsidRDefault="00915319" w:rsidP="00D00A9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3BF89C93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CE3710" w14:textId="77777777" w:rsidR="00CD58A8" w:rsidRPr="00E83A89" w:rsidRDefault="00CD58A8" w:rsidP="00CD58A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3017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5A79C30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9B9269" w14:textId="77777777" w:rsidR="00CD58A8" w:rsidRPr="00E83A89" w:rsidRDefault="00CD58A8" w:rsidP="00CD58A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Vnitřní osvětlení nákladového prostoru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AC46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59CB47F2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3B0BCE" w14:textId="77777777" w:rsidR="00CD58A8" w:rsidRPr="00E83A89" w:rsidRDefault="00CD58A8" w:rsidP="00CD58A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9CC6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67A2D877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693FDF5" w14:textId="77777777" w:rsidR="00CD58A8" w:rsidRPr="00E83A89" w:rsidRDefault="00CD58A8" w:rsidP="00CD58A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812F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3072225B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D5738C0" w14:textId="77777777" w:rsidR="00CD58A8" w:rsidRPr="00E83A89" w:rsidRDefault="00CD58A8" w:rsidP="00CD58A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lastRenderedPageBreak/>
              <w:t>Výškově stavitelné opěrky hlavy všech sedadel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10B1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D58A8" w:rsidRPr="00E83A89" w14:paraId="7CD6A6FE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9CBE8C" w14:textId="77777777" w:rsidR="00CD58A8" w:rsidRPr="00E83A89" w:rsidRDefault="00CD58A8" w:rsidP="00B4185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vyhřívané, včetně střerače</w:t>
            </w:r>
            <w:r w:rsidR="00B41850">
              <w:rPr>
                <w:rFonts w:ascii="Arial" w:hAnsi="Arial" w:cs="Arial"/>
                <w:color w:val="000000"/>
                <w:sz w:val="20"/>
              </w:rPr>
              <w:t>, okna</w:t>
            </w:r>
            <w:r w:rsidR="00B41850" w:rsidRPr="003A0FC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B41850">
              <w:rPr>
                <w:rFonts w:ascii="Arial" w:hAnsi="Arial" w:cs="Arial"/>
                <w:color w:val="000000"/>
                <w:sz w:val="20"/>
              </w:rPr>
              <w:t>zatmavená</w:t>
            </w:r>
            <w:r w:rsidR="00B41850" w:rsidRPr="003A0FC4">
              <w:rPr>
                <w:rFonts w:ascii="Arial" w:hAnsi="Arial" w:cs="Arial"/>
                <w:color w:val="000000"/>
                <w:sz w:val="20"/>
              </w:rPr>
              <w:t xml:space="preserve"> fólií 80% (zatmavení nemusí pocházet z originálního příslušenství výrobce, bude-li splňovat atest dle platné legislativy)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D143" w14:textId="77777777" w:rsidR="00CD58A8" w:rsidRPr="00E83A89" w:rsidRDefault="00CD58A8" w:rsidP="00CD58A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83A8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E28B1" w:rsidRPr="00E83A89" w14:paraId="73FAB3FF" w14:textId="77777777" w:rsidTr="002D7D3A">
        <w:trPr>
          <w:trHeight w:val="288"/>
        </w:trPr>
        <w:tc>
          <w:tcPr>
            <w:tcW w:w="3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904FF78" w14:textId="1F5494B7" w:rsidR="00FE28B1" w:rsidRPr="00E83A89" w:rsidRDefault="00FE28B1" w:rsidP="00B4185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Zesílený alternátor na 180 A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98E0" w14:textId="79B1E9D9" w:rsidR="00FE28B1" w:rsidRPr="00E83A89" w:rsidRDefault="00FE28B1" w:rsidP="00CD58A8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E28B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E28B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E28B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D228CED" w14:textId="77777777" w:rsidR="00BF5752" w:rsidRPr="00E83A89" w:rsidRDefault="00BF5752" w:rsidP="00BF5752">
      <w:pPr>
        <w:spacing w:after="0"/>
        <w:rPr>
          <w:rFonts w:ascii="Arial" w:hAnsi="Arial" w:cs="Arial"/>
          <w:b/>
          <w:sz w:val="20"/>
        </w:rPr>
      </w:pPr>
    </w:p>
    <w:p w14:paraId="7185221B" w14:textId="77777777" w:rsidR="009657EA" w:rsidRPr="00E83A89" w:rsidRDefault="009657EA" w:rsidP="00EF7B8D">
      <w:pPr>
        <w:spacing w:after="0"/>
        <w:rPr>
          <w:rFonts w:ascii="Arial" w:hAnsi="Arial" w:cs="Arial"/>
          <w:b/>
          <w:bCs/>
          <w:szCs w:val="22"/>
        </w:rPr>
      </w:pPr>
    </w:p>
    <w:p w14:paraId="1B7A66FD" w14:textId="180BDB30" w:rsidR="009657EA" w:rsidRPr="00E83A89" w:rsidRDefault="009657EA">
      <w:pPr>
        <w:spacing w:after="0"/>
        <w:rPr>
          <w:rFonts w:ascii="Arial" w:hAnsi="Arial" w:cs="Arial"/>
          <w:b/>
          <w:bCs/>
          <w:szCs w:val="22"/>
        </w:rPr>
      </w:pPr>
    </w:p>
    <w:sectPr w:rsidR="009657EA" w:rsidRPr="00E83A89" w:rsidSect="00966DC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66DA" w14:textId="77777777" w:rsidR="00001F0C" w:rsidRDefault="00001F0C">
      <w:pPr>
        <w:spacing w:after="0"/>
      </w:pPr>
      <w:r>
        <w:separator/>
      </w:r>
    </w:p>
  </w:endnote>
  <w:endnote w:type="continuationSeparator" w:id="0">
    <w:p w14:paraId="0DB5291C" w14:textId="77777777" w:rsidR="00001F0C" w:rsidRDefault="00001F0C">
      <w:pPr>
        <w:spacing w:after="0"/>
      </w:pPr>
      <w:r>
        <w:continuationSeparator/>
      </w:r>
    </w:p>
  </w:endnote>
  <w:endnote w:type="continuationNotice" w:id="1">
    <w:p w14:paraId="0E07FA1D" w14:textId="77777777" w:rsidR="00001F0C" w:rsidRDefault="00001F0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196A" w14:textId="77777777" w:rsidR="00FE1F57" w:rsidRDefault="001473E5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6665E811">
        <v:line id="Line 2" o:spid="_x0000_s1026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FE1F57">
      <w:t xml:space="preserve">-  </w:t>
    </w:r>
    <w:r w:rsidR="00846CBF">
      <w:rPr>
        <w:rStyle w:val="slostrnky"/>
      </w:rPr>
      <w:fldChar w:fldCharType="begin"/>
    </w:r>
    <w:r w:rsidR="00FE1F57">
      <w:rPr>
        <w:rStyle w:val="slostrnky"/>
      </w:rPr>
      <w:instrText xml:space="preserve"> PAGE </w:instrText>
    </w:r>
    <w:r w:rsidR="00846CBF">
      <w:rPr>
        <w:rStyle w:val="slostrnky"/>
      </w:rPr>
      <w:fldChar w:fldCharType="separate"/>
    </w:r>
    <w:r w:rsidR="00FE1F57">
      <w:rPr>
        <w:rStyle w:val="slostrnky"/>
        <w:noProof/>
      </w:rPr>
      <w:t>10</w:t>
    </w:r>
    <w:r w:rsidR="00846CBF">
      <w:rPr>
        <w:rStyle w:val="slostrnky"/>
      </w:rPr>
      <w:fldChar w:fldCharType="end"/>
    </w:r>
    <w:r w:rsidR="00FE1F5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D07E" w14:textId="77777777" w:rsidR="00FE1F57" w:rsidRDefault="00846CBF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FE1F5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D52C9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DD4D" w14:textId="77777777" w:rsidR="00FE1F57" w:rsidRDefault="001473E5">
    <w:pPr>
      <w:pStyle w:val="Zpat"/>
    </w:pPr>
    <w:r>
      <w:rPr>
        <w:noProof/>
      </w:rPr>
      <w:pict w14:anchorId="6E84C0F8">
        <v:line id="Line 1" o:spid="_x0000_s1025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74D7B" w14:textId="77777777" w:rsidR="00001F0C" w:rsidRDefault="00001F0C">
      <w:pPr>
        <w:spacing w:after="0"/>
      </w:pPr>
      <w:r>
        <w:separator/>
      </w:r>
    </w:p>
  </w:footnote>
  <w:footnote w:type="continuationSeparator" w:id="0">
    <w:p w14:paraId="615CC9C2" w14:textId="77777777" w:rsidR="00001F0C" w:rsidRDefault="00001F0C">
      <w:pPr>
        <w:spacing w:after="0"/>
      </w:pPr>
      <w:r>
        <w:continuationSeparator/>
      </w:r>
    </w:p>
  </w:footnote>
  <w:footnote w:type="continuationNotice" w:id="1">
    <w:p w14:paraId="20BC26FF" w14:textId="77777777" w:rsidR="00001F0C" w:rsidRDefault="00001F0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FE1F57" w14:paraId="6A63AD3E" w14:textId="77777777">
      <w:trPr>
        <w:cantSplit/>
        <w:trHeight w:val="360"/>
      </w:trPr>
      <w:tc>
        <w:tcPr>
          <w:tcW w:w="1418" w:type="dxa"/>
        </w:tcPr>
        <w:p w14:paraId="038E01FA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79EE8A71" w14:textId="77777777" w:rsidR="00FE1F57" w:rsidRDefault="001473E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C5205B" w:rsidRPr="00C5205B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41FAD9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1473E5">
            <w:fldChar w:fldCharType="begin"/>
          </w:r>
          <w:r w:rsidR="001473E5">
            <w:instrText xml:space="preserve"> DOCPROPERTY "Category"  \* MERGEFORMAT </w:instrText>
          </w:r>
          <w:r w:rsidR="001473E5">
            <w:fldChar w:fldCharType="separate"/>
          </w:r>
          <w:r w:rsidR="00C5205B" w:rsidRPr="00C5205B">
            <w:rPr>
              <w:u w:val="single"/>
            </w:rPr>
            <w:t>srpen 2017</w:t>
          </w:r>
          <w:r w:rsidR="001473E5">
            <w:rPr>
              <w:u w:val="single"/>
            </w:rPr>
            <w:fldChar w:fldCharType="end"/>
          </w:r>
          <w:r w:rsidR="001473E5">
            <w:fldChar w:fldCharType="begin"/>
          </w:r>
          <w:r w:rsidR="001473E5">
            <w:instrText xml:space="preserve"> KEYWORDS  \* MERGEFORMAT </w:instrText>
          </w:r>
          <w:r w:rsidR="001473E5">
            <w:fldChar w:fldCharType="separate"/>
          </w:r>
          <w:r w:rsidR="00C5205B">
            <w:t>červenec 2017</w:t>
          </w:r>
          <w:r w:rsidR="001473E5">
            <w:fldChar w:fldCharType="end"/>
          </w:r>
        </w:p>
      </w:tc>
      <w:tc>
        <w:tcPr>
          <w:tcW w:w="1701" w:type="dxa"/>
        </w:tcPr>
        <w:p w14:paraId="314142F4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2FB2689A" w14:textId="77777777" w:rsidR="00FE1F57" w:rsidRDefault="00FE1F5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0CFA0070" w14:textId="77777777" w:rsidR="00FE1F57" w:rsidRDefault="00FE1F5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BD25" w14:textId="77777777" w:rsidR="00FE1F57" w:rsidRPr="00203176" w:rsidRDefault="00FE1F5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35E8E97E" w14:textId="77777777" w:rsidR="00FE1F57" w:rsidRPr="002A4F5A" w:rsidRDefault="00FE1F5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43525154" w14:textId="77777777" w:rsidR="00FE1F57" w:rsidRDefault="00FE1F5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806D317" w14:textId="77777777" w:rsidR="00FE1F57" w:rsidRDefault="00FE1F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1F0C"/>
    <w:rsid w:val="00004D98"/>
    <w:rsid w:val="00014AEB"/>
    <w:rsid w:val="00036C48"/>
    <w:rsid w:val="00037476"/>
    <w:rsid w:val="00051499"/>
    <w:rsid w:val="00053487"/>
    <w:rsid w:val="000610BE"/>
    <w:rsid w:val="000669B7"/>
    <w:rsid w:val="00070CF5"/>
    <w:rsid w:val="00072524"/>
    <w:rsid w:val="000857E4"/>
    <w:rsid w:val="000866B8"/>
    <w:rsid w:val="00087C0F"/>
    <w:rsid w:val="000901FE"/>
    <w:rsid w:val="00094A29"/>
    <w:rsid w:val="000A483D"/>
    <w:rsid w:val="000A4C57"/>
    <w:rsid w:val="000A6745"/>
    <w:rsid w:val="000B0867"/>
    <w:rsid w:val="000B4921"/>
    <w:rsid w:val="000C3CC6"/>
    <w:rsid w:val="000C7BD4"/>
    <w:rsid w:val="000D3BAF"/>
    <w:rsid w:val="000E094F"/>
    <w:rsid w:val="000E4875"/>
    <w:rsid w:val="000E57D4"/>
    <w:rsid w:val="000E7DFB"/>
    <w:rsid w:val="000F00FE"/>
    <w:rsid w:val="00101370"/>
    <w:rsid w:val="00107BD7"/>
    <w:rsid w:val="0011441C"/>
    <w:rsid w:val="00117DF8"/>
    <w:rsid w:val="00117FE6"/>
    <w:rsid w:val="00124F44"/>
    <w:rsid w:val="0012591F"/>
    <w:rsid w:val="0013123E"/>
    <w:rsid w:val="001402BE"/>
    <w:rsid w:val="001473E5"/>
    <w:rsid w:val="00154C52"/>
    <w:rsid w:val="001635F3"/>
    <w:rsid w:val="00163C32"/>
    <w:rsid w:val="00164143"/>
    <w:rsid w:val="00167E08"/>
    <w:rsid w:val="0017131E"/>
    <w:rsid w:val="0017161F"/>
    <w:rsid w:val="00177614"/>
    <w:rsid w:val="0018023C"/>
    <w:rsid w:val="00193866"/>
    <w:rsid w:val="001962D8"/>
    <w:rsid w:val="001A11F8"/>
    <w:rsid w:val="001A1679"/>
    <w:rsid w:val="001A197D"/>
    <w:rsid w:val="001A285B"/>
    <w:rsid w:val="001A4DB0"/>
    <w:rsid w:val="001B07CB"/>
    <w:rsid w:val="001B7025"/>
    <w:rsid w:val="001C1510"/>
    <w:rsid w:val="001C4923"/>
    <w:rsid w:val="001C52F4"/>
    <w:rsid w:val="001C782D"/>
    <w:rsid w:val="001E18E4"/>
    <w:rsid w:val="001E7079"/>
    <w:rsid w:val="001F041E"/>
    <w:rsid w:val="001F28CE"/>
    <w:rsid w:val="001F5EFA"/>
    <w:rsid w:val="001F63CD"/>
    <w:rsid w:val="001F6FAF"/>
    <w:rsid w:val="001F7362"/>
    <w:rsid w:val="00203176"/>
    <w:rsid w:val="00226384"/>
    <w:rsid w:val="002442E9"/>
    <w:rsid w:val="00246E5D"/>
    <w:rsid w:val="00253466"/>
    <w:rsid w:val="00256B16"/>
    <w:rsid w:val="00265FC2"/>
    <w:rsid w:val="00266986"/>
    <w:rsid w:val="00273C77"/>
    <w:rsid w:val="002839E1"/>
    <w:rsid w:val="00285BDC"/>
    <w:rsid w:val="00287610"/>
    <w:rsid w:val="00293992"/>
    <w:rsid w:val="002971B9"/>
    <w:rsid w:val="002A0111"/>
    <w:rsid w:val="002B43E2"/>
    <w:rsid w:val="002B55F4"/>
    <w:rsid w:val="002C1149"/>
    <w:rsid w:val="002C4242"/>
    <w:rsid w:val="002C5251"/>
    <w:rsid w:val="002C6A59"/>
    <w:rsid w:val="002D4720"/>
    <w:rsid w:val="002D7D3A"/>
    <w:rsid w:val="003044CC"/>
    <w:rsid w:val="003053C0"/>
    <w:rsid w:val="00306747"/>
    <w:rsid w:val="00312371"/>
    <w:rsid w:val="003131DC"/>
    <w:rsid w:val="00315350"/>
    <w:rsid w:val="00316698"/>
    <w:rsid w:val="00320BB5"/>
    <w:rsid w:val="0032280B"/>
    <w:rsid w:val="003325CC"/>
    <w:rsid w:val="00332663"/>
    <w:rsid w:val="00333CE6"/>
    <w:rsid w:val="0033616C"/>
    <w:rsid w:val="00341046"/>
    <w:rsid w:val="00347934"/>
    <w:rsid w:val="00362E82"/>
    <w:rsid w:val="00367BF4"/>
    <w:rsid w:val="00375CD0"/>
    <w:rsid w:val="00375F95"/>
    <w:rsid w:val="003827FC"/>
    <w:rsid w:val="003860DD"/>
    <w:rsid w:val="00391F81"/>
    <w:rsid w:val="00393C2C"/>
    <w:rsid w:val="003A0FC4"/>
    <w:rsid w:val="003A73C9"/>
    <w:rsid w:val="003A74C0"/>
    <w:rsid w:val="003B7AF8"/>
    <w:rsid w:val="003C15C5"/>
    <w:rsid w:val="003C4DBD"/>
    <w:rsid w:val="003C719B"/>
    <w:rsid w:val="003D00E1"/>
    <w:rsid w:val="003D1239"/>
    <w:rsid w:val="003D2949"/>
    <w:rsid w:val="003D2D2F"/>
    <w:rsid w:val="003D5D41"/>
    <w:rsid w:val="003E226E"/>
    <w:rsid w:val="003E25E4"/>
    <w:rsid w:val="00400EC5"/>
    <w:rsid w:val="00404460"/>
    <w:rsid w:val="004074DC"/>
    <w:rsid w:val="00414064"/>
    <w:rsid w:val="004148B4"/>
    <w:rsid w:val="004158DA"/>
    <w:rsid w:val="00416283"/>
    <w:rsid w:val="0042117E"/>
    <w:rsid w:val="00422B56"/>
    <w:rsid w:val="00433E0E"/>
    <w:rsid w:val="00436D97"/>
    <w:rsid w:val="0046006A"/>
    <w:rsid w:val="00461C01"/>
    <w:rsid w:val="00462127"/>
    <w:rsid w:val="00465235"/>
    <w:rsid w:val="00471548"/>
    <w:rsid w:val="00475A88"/>
    <w:rsid w:val="00477CF2"/>
    <w:rsid w:val="004827E4"/>
    <w:rsid w:val="00484DE0"/>
    <w:rsid w:val="00497E5D"/>
    <w:rsid w:val="004B18AD"/>
    <w:rsid w:val="004B6705"/>
    <w:rsid w:val="004C4F45"/>
    <w:rsid w:val="004D465C"/>
    <w:rsid w:val="004D4674"/>
    <w:rsid w:val="004F485C"/>
    <w:rsid w:val="004F6988"/>
    <w:rsid w:val="00506B1E"/>
    <w:rsid w:val="00507D1B"/>
    <w:rsid w:val="00510883"/>
    <w:rsid w:val="00512294"/>
    <w:rsid w:val="00512944"/>
    <w:rsid w:val="005134D1"/>
    <w:rsid w:val="005143A0"/>
    <w:rsid w:val="005147E0"/>
    <w:rsid w:val="0051762F"/>
    <w:rsid w:val="00523CBC"/>
    <w:rsid w:val="00524B7E"/>
    <w:rsid w:val="005267ED"/>
    <w:rsid w:val="00526C84"/>
    <w:rsid w:val="00533A5E"/>
    <w:rsid w:val="00543046"/>
    <w:rsid w:val="00544470"/>
    <w:rsid w:val="0054566E"/>
    <w:rsid w:val="005463E7"/>
    <w:rsid w:val="00551A26"/>
    <w:rsid w:val="00554549"/>
    <w:rsid w:val="005565E1"/>
    <w:rsid w:val="00556BCE"/>
    <w:rsid w:val="00557AE7"/>
    <w:rsid w:val="005670B0"/>
    <w:rsid w:val="00573D69"/>
    <w:rsid w:val="00576242"/>
    <w:rsid w:val="005829F4"/>
    <w:rsid w:val="00586BE9"/>
    <w:rsid w:val="00595D11"/>
    <w:rsid w:val="005962EE"/>
    <w:rsid w:val="005A1AA0"/>
    <w:rsid w:val="005B5180"/>
    <w:rsid w:val="005C20CD"/>
    <w:rsid w:val="005C3F9E"/>
    <w:rsid w:val="005C4112"/>
    <w:rsid w:val="005D5D4D"/>
    <w:rsid w:val="005E0F5F"/>
    <w:rsid w:val="005E3B4F"/>
    <w:rsid w:val="005E5628"/>
    <w:rsid w:val="005F1C5E"/>
    <w:rsid w:val="005F50E0"/>
    <w:rsid w:val="00600384"/>
    <w:rsid w:val="00605699"/>
    <w:rsid w:val="00610538"/>
    <w:rsid w:val="00610E9C"/>
    <w:rsid w:val="0061248E"/>
    <w:rsid w:val="00617AD1"/>
    <w:rsid w:val="0062314C"/>
    <w:rsid w:val="006563B9"/>
    <w:rsid w:val="00660007"/>
    <w:rsid w:val="00673AE4"/>
    <w:rsid w:val="00674E39"/>
    <w:rsid w:val="006752D2"/>
    <w:rsid w:val="006830AD"/>
    <w:rsid w:val="00693810"/>
    <w:rsid w:val="006A448C"/>
    <w:rsid w:val="006A6361"/>
    <w:rsid w:val="006B5EDE"/>
    <w:rsid w:val="006B6605"/>
    <w:rsid w:val="006B6D60"/>
    <w:rsid w:val="006C4298"/>
    <w:rsid w:val="006C465D"/>
    <w:rsid w:val="006E2661"/>
    <w:rsid w:val="006E691A"/>
    <w:rsid w:val="006F3CC9"/>
    <w:rsid w:val="00700491"/>
    <w:rsid w:val="00701B06"/>
    <w:rsid w:val="00701E22"/>
    <w:rsid w:val="00716F81"/>
    <w:rsid w:val="00723992"/>
    <w:rsid w:val="00723BC4"/>
    <w:rsid w:val="00730981"/>
    <w:rsid w:val="007332D0"/>
    <w:rsid w:val="007334FB"/>
    <w:rsid w:val="0073672D"/>
    <w:rsid w:val="0073719E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67A26"/>
    <w:rsid w:val="00771D90"/>
    <w:rsid w:val="007953E2"/>
    <w:rsid w:val="0079790A"/>
    <w:rsid w:val="007B6052"/>
    <w:rsid w:val="007C0046"/>
    <w:rsid w:val="007D257B"/>
    <w:rsid w:val="007D4FC6"/>
    <w:rsid w:val="007D7991"/>
    <w:rsid w:val="007F14CC"/>
    <w:rsid w:val="007F6D43"/>
    <w:rsid w:val="008022B4"/>
    <w:rsid w:val="0081196A"/>
    <w:rsid w:val="0081710A"/>
    <w:rsid w:val="00817557"/>
    <w:rsid w:val="008317B0"/>
    <w:rsid w:val="00833588"/>
    <w:rsid w:val="00835315"/>
    <w:rsid w:val="008368E1"/>
    <w:rsid w:val="00837440"/>
    <w:rsid w:val="00846CBF"/>
    <w:rsid w:val="00855DD6"/>
    <w:rsid w:val="0086298E"/>
    <w:rsid w:val="00865C84"/>
    <w:rsid w:val="0086622B"/>
    <w:rsid w:val="00870D58"/>
    <w:rsid w:val="008719A8"/>
    <w:rsid w:val="00873942"/>
    <w:rsid w:val="00873CE9"/>
    <w:rsid w:val="008777D2"/>
    <w:rsid w:val="00882AB5"/>
    <w:rsid w:val="00891C3E"/>
    <w:rsid w:val="008A0003"/>
    <w:rsid w:val="008B5EB1"/>
    <w:rsid w:val="008C5119"/>
    <w:rsid w:val="008D1470"/>
    <w:rsid w:val="008D2DAC"/>
    <w:rsid w:val="008D363C"/>
    <w:rsid w:val="008D3C63"/>
    <w:rsid w:val="00901960"/>
    <w:rsid w:val="009039FF"/>
    <w:rsid w:val="009049A9"/>
    <w:rsid w:val="00915319"/>
    <w:rsid w:val="009167F0"/>
    <w:rsid w:val="009212AD"/>
    <w:rsid w:val="00922820"/>
    <w:rsid w:val="00930F36"/>
    <w:rsid w:val="009345C7"/>
    <w:rsid w:val="0093754D"/>
    <w:rsid w:val="00940CBE"/>
    <w:rsid w:val="009422BD"/>
    <w:rsid w:val="00944B34"/>
    <w:rsid w:val="00951531"/>
    <w:rsid w:val="00951F8E"/>
    <w:rsid w:val="009657EA"/>
    <w:rsid w:val="00965C97"/>
    <w:rsid w:val="00966849"/>
    <w:rsid w:val="00966DCB"/>
    <w:rsid w:val="00971DE8"/>
    <w:rsid w:val="00973BE9"/>
    <w:rsid w:val="00980D57"/>
    <w:rsid w:val="00983937"/>
    <w:rsid w:val="00994DAE"/>
    <w:rsid w:val="009A01AA"/>
    <w:rsid w:val="009A19BB"/>
    <w:rsid w:val="009A1A82"/>
    <w:rsid w:val="009B5D9E"/>
    <w:rsid w:val="009C3144"/>
    <w:rsid w:val="009C6AC9"/>
    <w:rsid w:val="009D0B86"/>
    <w:rsid w:val="009D1AD8"/>
    <w:rsid w:val="009D3A26"/>
    <w:rsid w:val="009E0003"/>
    <w:rsid w:val="009E2E03"/>
    <w:rsid w:val="009E3FA2"/>
    <w:rsid w:val="009F08D5"/>
    <w:rsid w:val="00A05066"/>
    <w:rsid w:val="00A101C3"/>
    <w:rsid w:val="00A1036E"/>
    <w:rsid w:val="00A170B7"/>
    <w:rsid w:val="00A20738"/>
    <w:rsid w:val="00A2117A"/>
    <w:rsid w:val="00A27CE4"/>
    <w:rsid w:val="00A4343A"/>
    <w:rsid w:val="00A61A0D"/>
    <w:rsid w:val="00A678C6"/>
    <w:rsid w:val="00A7006F"/>
    <w:rsid w:val="00A713B8"/>
    <w:rsid w:val="00A93812"/>
    <w:rsid w:val="00A95710"/>
    <w:rsid w:val="00A96521"/>
    <w:rsid w:val="00A96F4C"/>
    <w:rsid w:val="00A96F9A"/>
    <w:rsid w:val="00AA2707"/>
    <w:rsid w:val="00AA7636"/>
    <w:rsid w:val="00AB5BA3"/>
    <w:rsid w:val="00AD0C0C"/>
    <w:rsid w:val="00AD7A4C"/>
    <w:rsid w:val="00AE390D"/>
    <w:rsid w:val="00AE7BE5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1850"/>
    <w:rsid w:val="00B42766"/>
    <w:rsid w:val="00B451F9"/>
    <w:rsid w:val="00B5007C"/>
    <w:rsid w:val="00B537E0"/>
    <w:rsid w:val="00B67ED2"/>
    <w:rsid w:val="00B843FD"/>
    <w:rsid w:val="00B87C4E"/>
    <w:rsid w:val="00B90D32"/>
    <w:rsid w:val="00B918C1"/>
    <w:rsid w:val="00B922A1"/>
    <w:rsid w:val="00B93A77"/>
    <w:rsid w:val="00B965F6"/>
    <w:rsid w:val="00BA5A3D"/>
    <w:rsid w:val="00BB20EA"/>
    <w:rsid w:val="00BD2CF9"/>
    <w:rsid w:val="00BD52C9"/>
    <w:rsid w:val="00BE0079"/>
    <w:rsid w:val="00BE24CD"/>
    <w:rsid w:val="00BF1DE5"/>
    <w:rsid w:val="00BF5752"/>
    <w:rsid w:val="00C04E77"/>
    <w:rsid w:val="00C17E52"/>
    <w:rsid w:val="00C24FA1"/>
    <w:rsid w:val="00C267DC"/>
    <w:rsid w:val="00C32E09"/>
    <w:rsid w:val="00C34135"/>
    <w:rsid w:val="00C4542D"/>
    <w:rsid w:val="00C5205B"/>
    <w:rsid w:val="00C61FE5"/>
    <w:rsid w:val="00C63366"/>
    <w:rsid w:val="00C66A16"/>
    <w:rsid w:val="00C80840"/>
    <w:rsid w:val="00C8424A"/>
    <w:rsid w:val="00C97FC3"/>
    <w:rsid w:val="00CC1999"/>
    <w:rsid w:val="00CC4C06"/>
    <w:rsid w:val="00CD057E"/>
    <w:rsid w:val="00CD2B49"/>
    <w:rsid w:val="00CD58A8"/>
    <w:rsid w:val="00CE0B8F"/>
    <w:rsid w:val="00CE2EEB"/>
    <w:rsid w:val="00CE33C8"/>
    <w:rsid w:val="00CE3E02"/>
    <w:rsid w:val="00CE4666"/>
    <w:rsid w:val="00CF25F4"/>
    <w:rsid w:val="00D00A9E"/>
    <w:rsid w:val="00D0417D"/>
    <w:rsid w:val="00D1397E"/>
    <w:rsid w:val="00D15E20"/>
    <w:rsid w:val="00D1784F"/>
    <w:rsid w:val="00D2176A"/>
    <w:rsid w:val="00D26118"/>
    <w:rsid w:val="00D30ABB"/>
    <w:rsid w:val="00D32D99"/>
    <w:rsid w:val="00D4785C"/>
    <w:rsid w:val="00D6699E"/>
    <w:rsid w:val="00D832E9"/>
    <w:rsid w:val="00D84A84"/>
    <w:rsid w:val="00D9469E"/>
    <w:rsid w:val="00DA42DE"/>
    <w:rsid w:val="00DA48A6"/>
    <w:rsid w:val="00DA587B"/>
    <w:rsid w:val="00DA6684"/>
    <w:rsid w:val="00DA6B27"/>
    <w:rsid w:val="00DA7D3C"/>
    <w:rsid w:val="00DB2041"/>
    <w:rsid w:val="00DB3860"/>
    <w:rsid w:val="00DB5284"/>
    <w:rsid w:val="00DB5C06"/>
    <w:rsid w:val="00DC355B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11F71"/>
    <w:rsid w:val="00E3167D"/>
    <w:rsid w:val="00E4346A"/>
    <w:rsid w:val="00E47FED"/>
    <w:rsid w:val="00E52190"/>
    <w:rsid w:val="00E62C09"/>
    <w:rsid w:val="00E6533F"/>
    <w:rsid w:val="00E66A21"/>
    <w:rsid w:val="00E73648"/>
    <w:rsid w:val="00E768CA"/>
    <w:rsid w:val="00E83A89"/>
    <w:rsid w:val="00EA134F"/>
    <w:rsid w:val="00EA4D0A"/>
    <w:rsid w:val="00EA7023"/>
    <w:rsid w:val="00EC2D93"/>
    <w:rsid w:val="00EC577E"/>
    <w:rsid w:val="00ED1AC5"/>
    <w:rsid w:val="00EE7391"/>
    <w:rsid w:val="00EF7B8D"/>
    <w:rsid w:val="00F00D7E"/>
    <w:rsid w:val="00F0456D"/>
    <w:rsid w:val="00F15BC6"/>
    <w:rsid w:val="00F15C66"/>
    <w:rsid w:val="00F17747"/>
    <w:rsid w:val="00F23105"/>
    <w:rsid w:val="00F25777"/>
    <w:rsid w:val="00F26DF9"/>
    <w:rsid w:val="00F356EB"/>
    <w:rsid w:val="00F418AE"/>
    <w:rsid w:val="00F44460"/>
    <w:rsid w:val="00F47541"/>
    <w:rsid w:val="00F67778"/>
    <w:rsid w:val="00F707BE"/>
    <w:rsid w:val="00F7626C"/>
    <w:rsid w:val="00F76DCC"/>
    <w:rsid w:val="00F77B35"/>
    <w:rsid w:val="00F93C72"/>
    <w:rsid w:val="00FB42DE"/>
    <w:rsid w:val="00FB5264"/>
    <w:rsid w:val="00FB6906"/>
    <w:rsid w:val="00FB76E5"/>
    <w:rsid w:val="00FD3160"/>
    <w:rsid w:val="00FD70A7"/>
    <w:rsid w:val="00FE1F57"/>
    <w:rsid w:val="00FE28B1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CC86D"/>
  <w15:docId w15:val="{200BD560-ED4A-4E62-99CA-4D43C43F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B1E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506B1E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506B1E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06B1E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506B1E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506B1E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506B1E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506B1E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506B1E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506B1E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506B1E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506B1E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506B1E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506B1E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506B1E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506B1E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506B1E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506B1E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506B1E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506B1E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506B1E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506B1E"/>
    <w:rPr>
      <w:sz w:val="16"/>
    </w:rPr>
  </w:style>
  <w:style w:type="paragraph" w:styleId="Textkomente">
    <w:name w:val="annotation text"/>
    <w:basedOn w:val="Normln"/>
    <w:link w:val="TextkomenteChar"/>
    <w:semiHidden/>
    <w:rsid w:val="00506B1E"/>
    <w:rPr>
      <w:rFonts w:ascii="Arial" w:hAnsi="Arial"/>
    </w:rPr>
  </w:style>
  <w:style w:type="paragraph" w:styleId="Seznam">
    <w:name w:val="List"/>
    <w:basedOn w:val="Normln"/>
    <w:rsid w:val="00506B1E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506B1E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506B1E"/>
  </w:style>
  <w:style w:type="character" w:styleId="Hypertextovodkaz">
    <w:name w:val="Hyperlink"/>
    <w:rsid w:val="00506B1E"/>
    <w:rPr>
      <w:color w:val="0000FF"/>
      <w:u w:val="single"/>
    </w:rPr>
  </w:style>
  <w:style w:type="paragraph" w:styleId="Zkladntextodsazen3">
    <w:name w:val="Body Text Indent 3"/>
    <w:basedOn w:val="Normln"/>
    <w:rsid w:val="00506B1E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506B1E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506B1E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506B1E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E1FAB-5E1A-47F0-82D8-587D8369089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105</TotalTime>
  <Pages>3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31</cp:revision>
  <cp:lastPrinted>2021-11-08T10:52:00Z</cp:lastPrinted>
  <dcterms:created xsi:type="dcterms:W3CDTF">2018-09-07T07:13:00Z</dcterms:created>
  <dcterms:modified xsi:type="dcterms:W3CDTF">2022-11-23T09:32:00Z</dcterms:modified>
  <cp:category>srpen 2017</cp:category>
</cp:coreProperties>
</file>